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52A83" w14:textId="52616210" w:rsidR="00B80373" w:rsidRDefault="00B80373" w:rsidP="003320A0">
      <w:pPr>
        <w:pStyle w:val="Title"/>
        <w:pBdr>
          <w:bottom w:val="single" w:sz="12" w:space="31" w:color="39A5B7" w:themeColor="accent1"/>
        </w:pBdr>
      </w:pPr>
      <w:r>
        <w:t xml:space="preserve">           </w:t>
      </w:r>
    </w:p>
    <w:p w14:paraId="607CA766" w14:textId="77777777" w:rsidR="00B80373" w:rsidRPr="00680CAC" w:rsidRDefault="00B43055" w:rsidP="003320A0">
      <w:pPr>
        <w:pStyle w:val="Title"/>
        <w:pBdr>
          <w:bottom w:val="single" w:sz="12" w:space="31" w:color="39A5B7" w:themeColor="accent1"/>
        </w:pBdr>
        <w:jc w:val="center"/>
        <w:rPr>
          <w:rFonts w:ascii="Kristen ITC" w:hAnsi="Kristen ITC"/>
          <w:b/>
          <w:color w:val="0070C0"/>
          <w:sz w:val="72"/>
        </w:rPr>
      </w:pPr>
      <w:proofErr w:type="spellStart"/>
      <w:r w:rsidRPr="00680CAC">
        <w:rPr>
          <w:rFonts w:ascii="Kristen ITC" w:hAnsi="Kristen ITC"/>
          <w:b/>
          <w:color w:val="0070C0"/>
          <w:sz w:val="72"/>
        </w:rPr>
        <w:t>Møtekultur</w:t>
      </w:r>
      <w:proofErr w:type="spellEnd"/>
      <w:r w:rsidR="00EE1791">
        <w:rPr>
          <w:rFonts w:ascii="Kristen ITC" w:hAnsi="Kristen ITC"/>
          <w:b/>
          <w:color w:val="0070C0"/>
          <w:sz w:val="72"/>
        </w:rPr>
        <w:t xml:space="preserve"> </w:t>
      </w:r>
      <w:r w:rsidR="00EE1791">
        <w:rPr>
          <w:rFonts w:ascii="Kristen ITC" w:hAnsi="Kristen ITC"/>
          <w:b/>
          <w:color w:val="0070C0"/>
          <w:sz w:val="72"/>
        </w:rPr>
        <w:br/>
      </w:r>
      <w:r w:rsidR="00EE1791" w:rsidRPr="00EE1791">
        <w:rPr>
          <w:rFonts w:ascii="Kristen ITC" w:hAnsi="Kristen ITC"/>
          <w:b/>
          <w:color w:val="0070C0"/>
          <w:sz w:val="52"/>
        </w:rPr>
        <w:t>(</w:t>
      </w:r>
      <w:proofErr w:type="spellStart"/>
      <w:r w:rsidR="00EE1791" w:rsidRPr="00EE1791">
        <w:rPr>
          <w:rFonts w:ascii="Kristen ITC" w:hAnsi="Kristen ITC"/>
          <w:b/>
          <w:color w:val="0070C0"/>
          <w:sz w:val="52"/>
        </w:rPr>
        <w:t>deltagere</w:t>
      </w:r>
      <w:proofErr w:type="spellEnd"/>
      <w:r w:rsidR="00EE1791" w:rsidRPr="00EE1791">
        <w:rPr>
          <w:rFonts w:ascii="Kristen ITC" w:hAnsi="Kristen ITC"/>
          <w:b/>
          <w:color w:val="0070C0"/>
          <w:sz w:val="52"/>
        </w:rPr>
        <w:t>)</w:t>
      </w:r>
    </w:p>
    <w:p w14:paraId="292EDCA8" w14:textId="786B607B" w:rsidR="00B80373" w:rsidRDefault="00D00D1A" w:rsidP="003320A0">
      <w:pPr>
        <w:pStyle w:val="Title"/>
        <w:pBdr>
          <w:bottom w:val="single" w:sz="12" w:space="31" w:color="39A5B7" w:themeColor="accent1"/>
        </w:pBd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04385AC" wp14:editId="4A614765">
                <wp:simplePos x="0" y="0"/>
                <wp:positionH relativeFrom="margin">
                  <wp:posOffset>22860</wp:posOffset>
                </wp:positionH>
                <wp:positionV relativeFrom="paragraph">
                  <wp:posOffset>3373755</wp:posOffset>
                </wp:positionV>
                <wp:extent cx="6278880" cy="1219200"/>
                <wp:effectExtent l="0" t="0" r="762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219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74559" w14:textId="77777777" w:rsidR="002E1B87" w:rsidRDefault="002E1B87" w:rsidP="002E1B8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 </w:t>
                            </w: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Jeg </w:t>
                            </w:r>
                            <w:r w:rsidR="008F1090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følger opp mine aksjoner </w:t>
                            </w:r>
                            <w:r w:rsid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i tid uten påminnelser</w:t>
                            </w:r>
                          </w:p>
                          <w:p w14:paraId="2A3C3A94" w14:textId="77777777" w:rsidR="002E1B87" w:rsidRDefault="002E1B87" w:rsidP="002E1B8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 </w:t>
                            </w: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Jeg </w:t>
                            </w:r>
                            <w:r w:rsidR="008F1090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gir konstruktive </w:t>
                            </w:r>
                            <w:r w:rsidR="001C650E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tilbakemeldin</w:t>
                            </w:r>
                            <w:r w:rsidR="008F1090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ger</w:t>
                            </w:r>
                          </w:p>
                          <w:p w14:paraId="63A01209" w14:textId="77777777" w:rsidR="002E1B87" w:rsidRDefault="002E1B87" w:rsidP="002E1B8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0EE0CE0C" w14:textId="77777777" w:rsidR="002E1B87" w:rsidRPr="00680CAC" w:rsidRDefault="002E1B87" w:rsidP="002E1B8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385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8pt;margin-top:265.65pt;width:494.4pt;height:9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" fillcolor="#266d79 [2148]" stroked="f">
                <v:fill color2="#83ccd8 [1940]" rotate="t" angle="180" colors="0 #266f7b;31457f #3babbd;1 #83ccd9" focus="100%" type="gradient"/>
                <v:textbox>
                  <w:txbxContent>
                    <w:p w14:paraId="55474559" w14:textId="77777777" w:rsidR="002E1B87" w:rsidRDefault="002E1B87" w:rsidP="002E1B8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 </w:t>
                      </w: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Jeg </w:t>
                      </w:r>
                      <w:r w:rsidR="008F1090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følger opp mine aksjoner </w:t>
                      </w:r>
                      <w:r w:rsid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i tid uten påminnelser</w:t>
                      </w:r>
                    </w:p>
                    <w:p w14:paraId="2A3C3A94" w14:textId="77777777" w:rsidR="002E1B87" w:rsidRDefault="002E1B87" w:rsidP="002E1B8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 </w:t>
                      </w: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Jeg </w:t>
                      </w:r>
                      <w:r w:rsidR="008F1090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gir konstruktive </w:t>
                      </w:r>
                      <w:r w:rsidR="001C650E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tilbakemeldin</w:t>
                      </w:r>
                      <w:r w:rsidR="008F1090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ger</w:t>
                      </w:r>
                    </w:p>
                    <w:p w14:paraId="63A01209" w14:textId="77777777" w:rsidR="002E1B87" w:rsidRDefault="002E1B87" w:rsidP="002E1B8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0EE0CE0C" w14:textId="77777777" w:rsidR="002E1B87" w:rsidRPr="00680CAC" w:rsidRDefault="002E1B87" w:rsidP="002E1B8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EC923C1" wp14:editId="256D5D09">
                <wp:simplePos x="0" y="0"/>
                <wp:positionH relativeFrom="margin">
                  <wp:posOffset>22860</wp:posOffset>
                </wp:positionH>
                <wp:positionV relativeFrom="paragraph">
                  <wp:posOffset>1941195</wp:posOffset>
                </wp:positionV>
                <wp:extent cx="6278880" cy="1219200"/>
                <wp:effectExtent l="0" t="0" r="762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219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7000"/>
                              </a:schemeClr>
                            </a:gs>
                            <a:gs pos="48000">
                              <a:schemeClr val="accent6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19AF9" w14:textId="77777777" w:rsidR="00E84A7A" w:rsidRPr="002B688E" w:rsidRDefault="00E84A7A" w:rsidP="00E84A7A">
                            <w:pPr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</w:t>
                            </w: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Jeg </w:t>
                            </w:r>
                            <w:r w:rsidR="002E1B8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engasjerer meg</w:t>
                            </w: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og </w:t>
                            </w:r>
                            <w:r w:rsidR="002E1B8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er </w:t>
                            </w: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fokusert </w:t>
                            </w:r>
                            <w:r w:rsidR="002E1B8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på møtet</w:t>
                            </w:r>
                          </w:p>
                          <w:p w14:paraId="5D631819" w14:textId="77777777" w:rsidR="009670B7" w:rsidRPr="002B688E" w:rsidRDefault="002B688E" w:rsidP="009670B7">
                            <w:pPr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       </w:t>
                            </w:r>
                            <w:r w:rsidR="00E84A7A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</w:t>
                            </w:r>
                            <w:r w:rsidR="009670B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Jeg </w:t>
                            </w:r>
                            <w:r w:rsidR="00E84A7A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utfordrer gjerne, men med respekt for andre</w:t>
                            </w:r>
                          </w:p>
                          <w:p w14:paraId="3DA06886" w14:textId="77777777" w:rsidR="009670B7" w:rsidRDefault="00E84A7A" w:rsidP="009670B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        </w:t>
                            </w:r>
                            <w:r w:rsidR="009670B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Jeg </w:t>
                            </w: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er åpen og nysgjerrig på andres perspektiver</w:t>
                            </w: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</w:t>
                            </w:r>
                          </w:p>
                          <w:p w14:paraId="4DD6B6AB" w14:textId="77777777" w:rsidR="009670B7" w:rsidRDefault="009670B7" w:rsidP="009670B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412A9DBB" w14:textId="77777777" w:rsidR="009670B7" w:rsidRDefault="009670B7" w:rsidP="009670B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1AF1E015" w14:textId="77777777" w:rsidR="009670B7" w:rsidRPr="00680CAC" w:rsidRDefault="009670B7" w:rsidP="009670B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923C1" id="_x0000_s1027" type="#_x0000_t202" style="position:absolute;margin-left:1.8pt;margin-top:152.85pt;width:494.4pt;height:9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" fillcolor="#c85f07 [2153]" stroked="f">
                <v:fill color2="#fabe8b [1945]" rotate="t" angle="180" colors="0 #c96007;31457f #f89745;1 #fbbf8c" focus="100%" type="gradient"/>
                <v:textbox>
                  <w:txbxContent>
                    <w:p w14:paraId="4BC19AF9" w14:textId="77777777" w:rsidR="00E84A7A" w:rsidRPr="002B688E" w:rsidRDefault="00E84A7A" w:rsidP="00E84A7A">
                      <w:pPr>
                        <w:rPr>
                          <w:rFonts w:ascii="Kristen ITC" w:hAnsi="Kristen ITC"/>
                          <w:sz w:val="24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</w:t>
                      </w: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Jeg </w:t>
                      </w:r>
                      <w:r w:rsidR="002E1B8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engasjerer meg</w:t>
                      </w: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og </w:t>
                      </w:r>
                      <w:r w:rsidR="002E1B8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er </w:t>
                      </w: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fokusert </w:t>
                      </w:r>
                      <w:r w:rsidR="002E1B8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på møtet</w:t>
                      </w:r>
                    </w:p>
                    <w:p w14:paraId="5D631819" w14:textId="77777777" w:rsidR="009670B7" w:rsidRPr="002B688E" w:rsidRDefault="002B688E" w:rsidP="009670B7">
                      <w:pPr>
                        <w:rPr>
                          <w:rFonts w:ascii="Kristen ITC" w:hAnsi="Kristen ITC"/>
                          <w:sz w:val="24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       </w:t>
                      </w:r>
                      <w:r w:rsidR="00E84A7A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</w:t>
                      </w:r>
                      <w:r w:rsidR="009670B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Jeg </w:t>
                      </w:r>
                      <w:r w:rsidR="00E84A7A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utfordrer gjerne, men med respekt for andre</w:t>
                      </w:r>
                    </w:p>
                    <w:p w14:paraId="3DA06886" w14:textId="77777777" w:rsidR="009670B7" w:rsidRDefault="00E84A7A" w:rsidP="009670B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        </w:t>
                      </w:r>
                      <w:r w:rsidR="009670B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Jeg </w:t>
                      </w: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er åpen og nysgjerrig på andres perspektiver</w:t>
                      </w: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</w:t>
                      </w:r>
                    </w:p>
                    <w:p w14:paraId="4DD6B6AB" w14:textId="77777777" w:rsidR="009670B7" w:rsidRDefault="009670B7" w:rsidP="009670B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412A9DBB" w14:textId="77777777" w:rsidR="009670B7" w:rsidRDefault="009670B7" w:rsidP="009670B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1AF1E015" w14:textId="77777777" w:rsidR="009670B7" w:rsidRPr="00680CAC" w:rsidRDefault="009670B7" w:rsidP="009670B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1791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FDB672C" wp14:editId="0FB2E0E1">
                <wp:simplePos x="0" y="0"/>
                <wp:positionH relativeFrom="margin">
                  <wp:posOffset>3810</wp:posOffset>
                </wp:positionH>
                <wp:positionV relativeFrom="paragraph">
                  <wp:posOffset>516255</wp:posOffset>
                </wp:positionV>
                <wp:extent cx="6278880" cy="1219200"/>
                <wp:effectExtent l="0" t="0" r="762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219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7000"/>
                              </a:schemeClr>
                            </a:gs>
                            <a:gs pos="48000">
                              <a:schemeClr val="accent2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5F1FF1" w14:textId="77777777" w:rsidR="00CC2176" w:rsidRDefault="00E84A7A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</w:t>
                            </w:r>
                            <w:r w:rsidR="002B688E"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</w:t>
                            </w:r>
                            <w:r w:rsidR="00EE1791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Jeg vurderer om</w:t>
                            </w:r>
                            <w:r w:rsidR="002B688E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og hvorfor</w:t>
                            </w:r>
                            <w:r w:rsidR="00EE1791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jeg trenger å delta på møtet</w:t>
                            </w:r>
                          </w:p>
                          <w:p w14:paraId="7F596B8A" w14:textId="77777777" w:rsidR="009670B7" w:rsidRPr="002B688E" w:rsidRDefault="00E84A7A">
                            <w:pPr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</w:pPr>
                            <w:r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      </w:t>
                            </w:r>
                            <w:r w:rsid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</w:t>
                            </w:r>
                            <w:r w:rsidR="009670B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Jeg svarer på møte innkallingen</w:t>
                            </w:r>
                          </w:p>
                          <w:p w14:paraId="247F8B3D" w14:textId="77777777" w:rsidR="00EE1791" w:rsidRDefault="00E84A7A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</w:t>
                            </w:r>
                            <w:r w:rsidR="00EE1791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Jeg forbereder meg til møtet</w:t>
                            </w:r>
                            <w:r w:rsidR="00D36E35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</w:t>
                            </w:r>
                            <w:r w:rsidR="009670B7" w:rsidRPr="002B688E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og kommer presis</w:t>
                            </w:r>
                          </w:p>
                          <w:p w14:paraId="4C0D719C" w14:textId="77777777" w:rsidR="00680CAC" w:rsidRDefault="00680CAC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3ACC4E54" w14:textId="77777777" w:rsidR="00680CAC" w:rsidRDefault="00680CAC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4AE5D27E" w14:textId="77777777" w:rsidR="00EE1791" w:rsidRPr="00680CAC" w:rsidRDefault="00EE1791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B672C" id="_x0000_s1028" type="#_x0000_t202" style="position:absolute;margin-left:.3pt;margin-top:40.65pt;width:494.4pt;height:9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" fillcolor="#5b8740 [2149]" stroked="f">
                <v:fill color2="#bad6a9 [1941]" rotate="t" angle="180" colors="0 #5c8841;31457f #90bd74;1 #bbd6a9" focus="100%" type="gradient"/>
                <v:textbox>
                  <w:txbxContent>
                    <w:p w14:paraId="7F5F1FF1" w14:textId="77777777" w:rsidR="00CC2176" w:rsidRDefault="00E84A7A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</w:t>
                      </w:r>
                      <w:r w:rsidR="002B688E"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</w:t>
                      </w:r>
                      <w:r w:rsidR="00EE1791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Jeg vurderer om</w:t>
                      </w:r>
                      <w:r w:rsidR="002B688E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og hvorfor</w:t>
                      </w:r>
                      <w:r w:rsidR="00EE1791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jeg trenger å delta på møtet</w:t>
                      </w:r>
                    </w:p>
                    <w:p w14:paraId="7F596B8A" w14:textId="77777777" w:rsidR="009670B7" w:rsidRPr="002B688E" w:rsidRDefault="00E84A7A">
                      <w:pPr>
                        <w:rPr>
                          <w:rFonts w:ascii="Kristen ITC" w:hAnsi="Kristen ITC"/>
                          <w:sz w:val="24"/>
                          <w:lang w:val="nb-NO"/>
                        </w:rPr>
                      </w:pPr>
                      <w:r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      </w:t>
                      </w:r>
                      <w:r w:rsid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</w:t>
                      </w:r>
                      <w:r w:rsidR="009670B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Jeg svarer på møte innkallingen</w:t>
                      </w:r>
                    </w:p>
                    <w:p w14:paraId="247F8B3D" w14:textId="77777777" w:rsidR="00EE1791" w:rsidRDefault="00E84A7A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</w:t>
                      </w:r>
                      <w:r w:rsidR="00EE1791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Jeg forbereder meg til møtet</w:t>
                      </w:r>
                      <w:r w:rsidR="00D36E35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</w:t>
                      </w:r>
                      <w:r w:rsidR="009670B7" w:rsidRPr="002B688E">
                        <w:rPr>
                          <w:rFonts w:ascii="Kristen ITC" w:hAnsi="Kristen ITC"/>
                          <w:sz w:val="24"/>
                          <w:lang w:val="nb-NO"/>
                        </w:rPr>
                        <w:t>og kommer presis</w:t>
                      </w:r>
                    </w:p>
                    <w:p w14:paraId="4C0D719C" w14:textId="77777777" w:rsidR="00680CAC" w:rsidRDefault="00680CAC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3ACC4E54" w14:textId="77777777" w:rsidR="00680CAC" w:rsidRDefault="00680CAC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4AE5D27E" w14:textId="77777777" w:rsidR="00EE1791" w:rsidRPr="00680CAC" w:rsidRDefault="00EE1791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C90DC7" w14:textId="77777777" w:rsidR="00680CAC" w:rsidRPr="00E84A7A" w:rsidRDefault="00680CAC" w:rsidP="003320A0">
      <w:pPr>
        <w:pStyle w:val="Title"/>
        <w:pBdr>
          <w:bottom w:val="single" w:sz="12" w:space="31" w:color="39A5B7" w:themeColor="accent1"/>
        </w:pBdr>
        <w:rPr>
          <w:lang w:val="nb-NO"/>
        </w:rPr>
      </w:pPr>
    </w:p>
    <w:p w14:paraId="55227B9C" w14:textId="10FCB926" w:rsidR="00680CAC" w:rsidRDefault="00680CAC" w:rsidP="003320A0">
      <w:pPr>
        <w:pStyle w:val="Title"/>
        <w:pBdr>
          <w:bottom w:val="single" w:sz="12" w:space="31" w:color="39A5B7" w:themeColor="accent1"/>
        </w:pBdr>
      </w:pPr>
    </w:p>
    <w:p w14:paraId="26ECF44D" w14:textId="02DB3A54" w:rsidR="00EE1791" w:rsidRDefault="00EE1791" w:rsidP="003320A0">
      <w:pPr>
        <w:pStyle w:val="Title"/>
        <w:pBdr>
          <w:bottom w:val="single" w:sz="12" w:space="31" w:color="39A5B7" w:themeColor="accent1"/>
        </w:pBdr>
      </w:pPr>
      <w:r>
        <w:t xml:space="preserve">           </w:t>
      </w:r>
    </w:p>
    <w:p w14:paraId="6B6505A3" w14:textId="13375F48" w:rsidR="00EE1791" w:rsidRDefault="003320A0" w:rsidP="003320A0">
      <w:pPr>
        <w:pStyle w:val="Title"/>
        <w:pBdr>
          <w:bottom w:val="single" w:sz="12" w:space="31" w:color="39A5B7" w:themeColor="accent1"/>
        </w:pBdr>
        <w:jc w:val="center"/>
        <w:rPr>
          <w:rFonts w:ascii="Kristen ITC" w:hAnsi="Kristen ITC"/>
          <w:b/>
          <w:color w:val="0070C0"/>
          <w:sz w:val="52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CE35FF1" wp14:editId="4E4F1310">
                <wp:simplePos x="0" y="0"/>
                <wp:positionH relativeFrom="margin">
                  <wp:posOffset>0</wp:posOffset>
                </wp:positionH>
                <wp:positionV relativeFrom="paragraph">
                  <wp:posOffset>5313045</wp:posOffset>
                </wp:positionV>
                <wp:extent cx="6278880" cy="1546860"/>
                <wp:effectExtent l="0" t="0" r="7620" b="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5468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0EACA8" w14:textId="77777777" w:rsidR="00D94B96" w:rsidRDefault="004B1BE6" w:rsidP="004B1BE6">
                            <w:pP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</w:pPr>
                            <w:r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       </w:t>
                            </w:r>
                            <w: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</w:t>
                            </w:r>
                            <w:r w:rsidR="00734439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Jeg ber om </w:t>
                            </w:r>
                            <w:r w:rsidR="00963252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konstruktive tilbakemeldinger</w:t>
                            </w:r>
                            <w:r w:rsidR="00734439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</w:t>
                            </w:r>
                          </w:p>
                          <w:p w14:paraId="040263B4" w14:textId="77777777" w:rsidR="004B1BE6" w:rsidRPr="00684697" w:rsidRDefault="00734439" w:rsidP="004B1BE6">
                            <w:pP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        Jeg </w:t>
                            </w:r>
                            <w:r w:rsidR="00963252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gjør en egenevaluering</w:t>
                            </w:r>
                            <w: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</w:t>
                            </w:r>
                            <w:r w:rsidR="00963252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av hva som var bra med </w:t>
                            </w:r>
                            <w:r w:rsidR="00963252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br/>
                              <w:t xml:space="preserve">         møtet og hva som kunne vært bedre </w:t>
                            </w:r>
                            <w:r w:rsidR="009176B2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    </w:t>
                            </w:r>
                          </w:p>
                          <w:p w14:paraId="6AB7AC7B" w14:textId="77777777" w:rsidR="00684697" w:rsidRDefault="00684697" w:rsidP="0068469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2360DE73" w14:textId="77777777" w:rsidR="00684697" w:rsidRPr="00680CAC" w:rsidRDefault="00684697" w:rsidP="00684697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35FF1" id="_x0000_s1029" type="#_x0000_t202" style="position:absolute;left:0;text-align:left;margin-left:0;margin-top:418.35pt;width:494.4pt;height:121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" fillcolor="#266d79 [2148]" stroked="f">
                <v:fill color2="#83ccd8 [1940]" rotate="t" angle="180" colors="0 #266f7b;31457f #3babbd;1 #83ccd9" focus="100%" type="gradient"/>
                <v:textbox>
                  <w:txbxContent>
                    <w:p w14:paraId="2E0EACA8" w14:textId="77777777" w:rsidR="00D94B96" w:rsidRDefault="004B1BE6" w:rsidP="004B1BE6">
                      <w:pP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</w:pPr>
                      <w:r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       </w:t>
                      </w:r>
                      <w: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</w:t>
                      </w:r>
                      <w:r w:rsidR="00734439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Jeg ber om </w:t>
                      </w:r>
                      <w:r w:rsidR="00963252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konstruktive tilbakemeldinger</w:t>
                      </w:r>
                      <w:r w:rsidR="00734439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</w:t>
                      </w:r>
                    </w:p>
                    <w:p w14:paraId="040263B4" w14:textId="77777777" w:rsidR="004B1BE6" w:rsidRPr="00684697" w:rsidRDefault="00734439" w:rsidP="004B1BE6">
                      <w:pP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        Jeg </w:t>
                      </w:r>
                      <w:r w:rsidR="00963252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gjør en egenevaluering</w:t>
                      </w:r>
                      <w: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</w:t>
                      </w:r>
                      <w:r w:rsidR="00963252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av hva som var bra med </w:t>
                      </w:r>
                      <w:r w:rsidR="00963252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br/>
                        <w:t xml:space="preserve">         møtet og hva som kunne vært bedre </w:t>
                      </w:r>
                      <w:r w:rsidR="009176B2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    </w:t>
                      </w:r>
                    </w:p>
                    <w:p w14:paraId="6AB7AC7B" w14:textId="77777777" w:rsidR="00684697" w:rsidRDefault="00684697" w:rsidP="0068469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2360DE73" w14:textId="77777777" w:rsidR="00684697" w:rsidRPr="00680CAC" w:rsidRDefault="00684697" w:rsidP="00684697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350C9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3DDB822C" wp14:editId="12DC54D9">
                <wp:simplePos x="0" y="0"/>
                <wp:positionH relativeFrom="margin">
                  <wp:posOffset>0</wp:posOffset>
                </wp:positionH>
                <wp:positionV relativeFrom="paragraph">
                  <wp:posOffset>3377565</wp:posOffset>
                </wp:positionV>
                <wp:extent cx="6278880" cy="1760220"/>
                <wp:effectExtent l="0" t="0" r="7620" b="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7602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7000"/>
                              </a:schemeClr>
                            </a:gs>
                            <a:gs pos="48000">
                              <a:schemeClr val="accent6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02860" w14:textId="77777777" w:rsidR="00D350C9" w:rsidRPr="00684697" w:rsidRDefault="004B1BE6" w:rsidP="00D350C9">
                            <w:pP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 </w:t>
                            </w:r>
                            <w:r w:rsidR="00D350C9"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Jeg</w:t>
                            </w:r>
                            <w:r w:rsidR="00734439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styrer </w:t>
                            </w:r>
                            <w:r w:rsidR="006F65C3"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tidsbruken og passer på at vi har fokus </w:t>
                            </w:r>
                            <w:r w:rsidR="00734439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br/>
                              <w:t xml:space="preserve">          </w:t>
                            </w:r>
                            <w:r w:rsidR="006F65C3"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på agenda</w:t>
                            </w:r>
                          </w:p>
                          <w:p w14:paraId="4A89BFC5" w14:textId="77777777" w:rsidR="00D350C9" w:rsidRPr="00684697" w:rsidRDefault="00D350C9" w:rsidP="00D350C9">
                            <w:pP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</w:pPr>
                            <w:r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         Jeg </w:t>
                            </w:r>
                            <w:r w:rsidR="005B4D8F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balanserer</w:t>
                            </w:r>
                            <w:r w:rsidR="00190757"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diskusjonen og behandler </w:t>
                            </w:r>
                            <w:r w:rsidR="00FC439E"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br/>
                              <w:t xml:space="preserve">          </w:t>
                            </w:r>
                            <w:r w:rsidR="00190757" w:rsidRPr="00684697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alles  innspill med respekt</w:t>
                            </w:r>
                            <w:r w:rsidR="00734439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</w:t>
                            </w:r>
                          </w:p>
                          <w:p w14:paraId="218EBAB1" w14:textId="77777777" w:rsidR="00D350C9" w:rsidRDefault="004B1BE6" w:rsidP="00D350C9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  </w:t>
                            </w:r>
                            <w:r w:rsidRPr="004B1BE6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Jeg </w:t>
                            </w:r>
                            <w:r w:rsidR="005B4D8F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avslutter møtet</w:t>
                            </w:r>
                            <w:r w:rsidRPr="004B1BE6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med klare </w:t>
                            </w:r>
                            <w:r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</w:t>
                            </w:r>
                            <w:r w:rsidRPr="004B1BE6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>aksjonspunkter</w:t>
                            </w:r>
                            <w:r w:rsidR="005B4D8F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t xml:space="preserve"> </w:t>
                            </w:r>
                            <w:r w:rsidR="005B4D8F">
                              <w:rPr>
                                <w:rFonts w:ascii="Kristen ITC" w:hAnsi="Kristen ITC"/>
                                <w:sz w:val="24"/>
                                <w:szCs w:val="24"/>
                                <w:lang w:val="nb-NO"/>
                              </w:rPr>
                              <w:br/>
                              <w:t xml:space="preserve">          </w:t>
                            </w:r>
                          </w:p>
                          <w:p w14:paraId="7B9CCEC5" w14:textId="77777777" w:rsidR="00D350C9" w:rsidRPr="00680CAC" w:rsidRDefault="00D350C9" w:rsidP="00D350C9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B822C" id="_x0000_s1030" type="#_x0000_t202" style="position:absolute;left:0;text-align:left;margin-left:0;margin-top:265.95pt;width:494.4pt;height:138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" fillcolor="#c85f07 [2153]" stroked="f">
                <v:fill color2="#fabe8b [1945]" rotate="t" angle="180" colors="0 #c96007;31457f #f89745;1 #fbbf8c" focus="100%" type="gradient"/>
                <v:textbox>
                  <w:txbxContent>
                    <w:p w14:paraId="58302860" w14:textId="77777777" w:rsidR="00D350C9" w:rsidRPr="00684697" w:rsidRDefault="004B1BE6" w:rsidP="00D350C9">
                      <w:pP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 </w:t>
                      </w:r>
                      <w:r w:rsidR="00D350C9"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Jeg</w:t>
                      </w:r>
                      <w:r w:rsidR="00734439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styrer </w:t>
                      </w:r>
                      <w:r w:rsidR="006F65C3"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tidsbruken og passer på at vi har fokus </w:t>
                      </w:r>
                      <w:r w:rsidR="00734439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br/>
                        <w:t xml:space="preserve">          </w:t>
                      </w:r>
                      <w:r w:rsidR="006F65C3"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på agenda</w:t>
                      </w:r>
                    </w:p>
                    <w:p w14:paraId="4A89BFC5" w14:textId="77777777" w:rsidR="00D350C9" w:rsidRPr="00684697" w:rsidRDefault="00D350C9" w:rsidP="00D350C9">
                      <w:pP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</w:pPr>
                      <w:r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         Jeg </w:t>
                      </w:r>
                      <w:r w:rsidR="005B4D8F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balanserer</w:t>
                      </w:r>
                      <w:r w:rsidR="00190757"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diskusjonen og behandler </w:t>
                      </w:r>
                      <w:r w:rsidR="00FC439E"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br/>
                        <w:t xml:space="preserve">          </w:t>
                      </w:r>
                      <w:r w:rsidR="00190757" w:rsidRPr="00684697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alles  innspill med respekt</w:t>
                      </w:r>
                      <w:r w:rsidR="00734439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</w:t>
                      </w:r>
                    </w:p>
                    <w:p w14:paraId="218EBAB1" w14:textId="77777777" w:rsidR="00D350C9" w:rsidRDefault="004B1BE6" w:rsidP="00D350C9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  </w:t>
                      </w:r>
                      <w:r w:rsidRPr="004B1BE6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Jeg </w:t>
                      </w:r>
                      <w:r w:rsidR="005B4D8F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avslutter møtet</w:t>
                      </w:r>
                      <w:r w:rsidRPr="004B1BE6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med klare </w:t>
                      </w:r>
                      <w:r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</w:t>
                      </w:r>
                      <w:r w:rsidRPr="004B1BE6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>aksjonspunkter</w:t>
                      </w:r>
                      <w:r w:rsidR="005B4D8F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t xml:space="preserve"> </w:t>
                      </w:r>
                      <w:r w:rsidR="005B4D8F">
                        <w:rPr>
                          <w:rFonts w:ascii="Kristen ITC" w:hAnsi="Kristen ITC"/>
                          <w:sz w:val="24"/>
                          <w:szCs w:val="24"/>
                          <w:lang w:val="nb-NO"/>
                        </w:rPr>
                        <w:br/>
                        <w:t xml:space="preserve">          </w:t>
                      </w:r>
                    </w:p>
                    <w:p w14:paraId="7B9CCEC5" w14:textId="77777777" w:rsidR="00D350C9" w:rsidRPr="00680CAC" w:rsidRDefault="00D350C9" w:rsidP="00D350C9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F65C3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8C4318F" wp14:editId="208A34ED">
                <wp:simplePos x="0" y="0"/>
                <wp:positionH relativeFrom="margin">
                  <wp:posOffset>7620</wp:posOffset>
                </wp:positionH>
                <wp:positionV relativeFrom="paragraph">
                  <wp:posOffset>1449705</wp:posOffset>
                </wp:positionV>
                <wp:extent cx="6278880" cy="1775460"/>
                <wp:effectExtent l="0" t="0" r="762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7754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7000"/>
                              </a:schemeClr>
                            </a:gs>
                            <a:gs pos="48000">
                              <a:schemeClr val="accent2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7F658" w14:textId="77777777" w:rsidR="00EE1791" w:rsidRPr="007241F4" w:rsidRDefault="00EE1791" w:rsidP="00EE1791">
                            <w:pPr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 </w:t>
                            </w: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Jeg vurderer hvem som </w:t>
                            </w:r>
                            <w:r w:rsidR="005E1FEF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skal </w:t>
                            </w: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delta på møtet, </w:t>
                            </w:r>
                            <w:r w:rsidR="005E1FEF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br/>
                              <w:t xml:space="preserve">        </w:t>
                            </w: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og bruker «</w:t>
                            </w:r>
                            <w:proofErr w:type="spellStart"/>
                            <w:r w:rsidR="005E1FEF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required</w:t>
                            </w:r>
                            <w:proofErr w:type="spellEnd"/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» og «</w:t>
                            </w:r>
                            <w:proofErr w:type="spellStart"/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optional</w:t>
                            </w:r>
                            <w:proofErr w:type="spellEnd"/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»</w:t>
                            </w:r>
                            <w:r w:rsidR="009670B7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i innkallingen</w:t>
                            </w:r>
                          </w:p>
                          <w:p w14:paraId="0B6237B5" w14:textId="77777777" w:rsidR="006D13E2" w:rsidRPr="007241F4" w:rsidRDefault="00EE1791" w:rsidP="00EE1791">
                            <w:pPr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</w:pP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       Jeg sender ut agenda</w:t>
                            </w:r>
                            <w:r w:rsidR="0053065B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i god tid</w:t>
                            </w:r>
                            <w:r w:rsidR="009670B7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, </w:t>
                            </w:r>
                            <w:r w:rsidR="005E1FEF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er tydelig på </w:t>
                            </w:r>
                            <w:r w:rsidR="0053065B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br/>
                              <w:t xml:space="preserve">        formålet </w:t>
                            </w:r>
                            <w:r w:rsidR="005E1FEF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med møtet</w:t>
                            </w:r>
                            <w:r w:rsidR="009670B7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og vurderer lengden på møtet</w:t>
                            </w:r>
                          </w:p>
                          <w:p w14:paraId="51FFD4E6" w14:textId="77777777" w:rsidR="00EE1791" w:rsidRDefault="006D13E2" w:rsidP="00EE1791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       Jeg møter opp </w:t>
                            </w:r>
                            <w:r w:rsidR="00E96604"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>i tide</w:t>
                            </w: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t xml:space="preserve"> før møtestart for å </w:t>
                            </w:r>
                            <w:r w:rsidRPr="007241F4">
                              <w:rPr>
                                <w:rFonts w:ascii="Kristen ITC" w:hAnsi="Kristen ITC"/>
                                <w:sz w:val="24"/>
                                <w:lang w:val="nb-NO"/>
                              </w:rPr>
                              <w:br/>
                              <w:t xml:space="preserve">        ordne det tekniske, og jeg starter møtet presist</w:t>
                            </w:r>
                            <w:r w:rsidR="00EE1791"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br/>
                            </w:r>
                          </w:p>
                          <w:p w14:paraId="5E975398" w14:textId="77777777" w:rsidR="00EE1791" w:rsidRDefault="00EE1791" w:rsidP="00EE1791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  <w:t xml:space="preserve">        </w:t>
                            </w:r>
                          </w:p>
                          <w:p w14:paraId="6E6ED877" w14:textId="77777777" w:rsidR="00EE1791" w:rsidRDefault="00EE1791" w:rsidP="00EE1791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2D733CCD" w14:textId="77777777" w:rsidR="00EE1791" w:rsidRDefault="00EE1791" w:rsidP="00EE1791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  <w:p w14:paraId="38F049C8" w14:textId="77777777" w:rsidR="00EE1791" w:rsidRPr="00680CAC" w:rsidRDefault="00EE1791" w:rsidP="00EE1791">
                            <w:pPr>
                              <w:rPr>
                                <w:rFonts w:ascii="Kristen ITC" w:hAnsi="Kristen ITC"/>
                                <w:sz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4318F" id="_x0000_s1031" type="#_x0000_t202" style="position:absolute;left:0;text-align:left;margin-left:.6pt;margin-top:114.15pt;width:494.4pt;height:139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" fillcolor="#5b8740 [2149]" stroked="f">
                <v:fill color2="#bad6a9 [1941]" rotate="t" angle="180" colors="0 #5c8841;31457f #90bd74;1 #bbd6a9" focus="100%" type="gradient"/>
                <v:textbox>
                  <w:txbxContent>
                    <w:p w14:paraId="0C67F658" w14:textId="77777777" w:rsidR="00EE1791" w:rsidRPr="007241F4" w:rsidRDefault="00EE1791" w:rsidP="00EE1791">
                      <w:pPr>
                        <w:rPr>
                          <w:rFonts w:ascii="Kristen ITC" w:hAnsi="Kristen ITC"/>
                          <w:sz w:val="24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 </w:t>
                      </w: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Jeg vurderer hvem som </w:t>
                      </w:r>
                      <w:r w:rsidR="005E1FEF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skal </w:t>
                      </w: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delta på møtet, </w:t>
                      </w:r>
                      <w:r w:rsidR="005E1FEF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br/>
                        <w:t xml:space="preserve">        </w:t>
                      </w: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og bruker «</w:t>
                      </w:r>
                      <w:proofErr w:type="spellStart"/>
                      <w:r w:rsidR="005E1FEF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required</w:t>
                      </w:r>
                      <w:proofErr w:type="spellEnd"/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» og «</w:t>
                      </w:r>
                      <w:proofErr w:type="spellStart"/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optional</w:t>
                      </w:r>
                      <w:proofErr w:type="spellEnd"/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»</w:t>
                      </w:r>
                      <w:r w:rsidR="009670B7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i innkallingen</w:t>
                      </w:r>
                    </w:p>
                    <w:p w14:paraId="0B6237B5" w14:textId="77777777" w:rsidR="006D13E2" w:rsidRPr="007241F4" w:rsidRDefault="00EE1791" w:rsidP="00EE1791">
                      <w:pPr>
                        <w:rPr>
                          <w:rFonts w:ascii="Kristen ITC" w:hAnsi="Kristen ITC"/>
                          <w:sz w:val="24"/>
                          <w:lang w:val="nb-NO"/>
                        </w:rPr>
                      </w:pP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       Jeg sender ut agenda</w:t>
                      </w:r>
                      <w:r w:rsidR="0053065B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i god tid</w:t>
                      </w:r>
                      <w:r w:rsidR="009670B7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, </w:t>
                      </w:r>
                      <w:r w:rsidR="005E1FEF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er tydelig på </w:t>
                      </w:r>
                      <w:r w:rsidR="0053065B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br/>
                        <w:t xml:space="preserve">        formålet </w:t>
                      </w:r>
                      <w:r w:rsidR="005E1FEF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med møtet</w:t>
                      </w:r>
                      <w:r w:rsidR="009670B7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og vurderer lengden på møtet</w:t>
                      </w:r>
                    </w:p>
                    <w:p w14:paraId="51FFD4E6" w14:textId="77777777" w:rsidR="00EE1791" w:rsidRDefault="006D13E2" w:rsidP="00EE1791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       Jeg møter opp </w:t>
                      </w:r>
                      <w:r w:rsidR="00E96604"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>i tide</w:t>
                      </w: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t xml:space="preserve"> før møtestart for å </w:t>
                      </w:r>
                      <w:r w:rsidRPr="007241F4">
                        <w:rPr>
                          <w:rFonts w:ascii="Kristen ITC" w:hAnsi="Kristen ITC"/>
                          <w:sz w:val="24"/>
                          <w:lang w:val="nb-NO"/>
                        </w:rPr>
                        <w:br/>
                        <w:t xml:space="preserve">        ordne det tekniske, og jeg starter møtet presist</w:t>
                      </w:r>
                      <w:r w:rsidR="00EE1791">
                        <w:rPr>
                          <w:rFonts w:ascii="Kristen ITC" w:hAnsi="Kristen ITC"/>
                          <w:sz w:val="28"/>
                          <w:lang w:val="nb-NO"/>
                        </w:rPr>
                        <w:br/>
                      </w:r>
                    </w:p>
                    <w:p w14:paraId="5E975398" w14:textId="77777777" w:rsidR="00EE1791" w:rsidRDefault="00EE1791" w:rsidP="00EE1791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  <w:r>
                        <w:rPr>
                          <w:rFonts w:ascii="Kristen ITC" w:hAnsi="Kristen ITC"/>
                          <w:sz w:val="28"/>
                          <w:lang w:val="nb-NO"/>
                        </w:rPr>
                        <w:t xml:space="preserve">        </w:t>
                      </w:r>
                    </w:p>
                    <w:p w14:paraId="6E6ED877" w14:textId="77777777" w:rsidR="00EE1791" w:rsidRDefault="00EE1791" w:rsidP="00EE1791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2D733CCD" w14:textId="77777777" w:rsidR="00EE1791" w:rsidRDefault="00EE1791" w:rsidP="00EE1791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  <w:p w14:paraId="38F049C8" w14:textId="77777777" w:rsidR="00EE1791" w:rsidRPr="00680CAC" w:rsidRDefault="00EE1791" w:rsidP="00EE1791">
                      <w:pPr>
                        <w:rPr>
                          <w:rFonts w:ascii="Kristen ITC" w:hAnsi="Kristen ITC"/>
                          <w:sz w:val="28"/>
                          <w:lang w:val="nb-NO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EE1791" w:rsidRPr="00680CAC">
        <w:rPr>
          <w:rFonts w:ascii="Kristen ITC" w:hAnsi="Kristen ITC"/>
          <w:b/>
          <w:color w:val="0070C0"/>
          <w:sz w:val="72"/>
        </w:rPr>
        <w:t>Møtekultur</w:t>
      </w:r>
      <w:proofErr w:type="spellEnd"/>
      <w:r w:rsidR="00EE1791">
        <w:rPr>
          <w:rFonts w:ascii="Kristen ITC" w:hAnsi="Kristen ITC"/>
          <w:b/>
          <w:color w:val="0070C0"/>
          <w:sz w:val="72"/>
        </w:rPr>
        <w:t xml:space="preserve"> </w:t>
      </w:r>
      <w:r w:rsidR="00EE1791">
        <w:rPr>
          <w:rFonts w:ascii="Kristen ITC" w:hAnsi="Kristen ITC"/>
          <w:b/>
          <w:color w:val="0070C0"/>
          <w:sz w:val="72"/>
        </w:rPr>
        <w:br/>
      </w:r>
      <w:r w:rsidR="00EE1791" w:rsidRPr="00EE1791">
        <w:rPr>
          <w:rFonts w:ascii="Kristen ITC" w:hAnsi="Kristen ITC"/>
          <w:b/>
          <w:color w:val="0070C0"/>
          <w:sz w:val="52"/>
        </w:rPr>
        <w:t>(</w:t>
      </w:r>
      <w:proofErr w:type="spellStart"/>
      <w:r w:rsidR="00EE1791">
        <w:rPr>
          <w:rFonts w:ascii="Kristen ITC" w:hAnsi="Kristen ITC"/>
          <w:b/>
          <w:color w:val="0070C0"/>
          <w:sz w:val="52"/>
        </w:rPr>
        <w:t>m</w:t>
      </w:r>
      <w:r w:rsidR="00684697">
        <w:rPr>
          <w:rFonts w:ascii="Kristen ITC" w:hAnsi="Kristen ITC"/>
          <w:b/>
          <w:color w:val="0070C0"/>
          <w:sz w:val="52"/>
        </w:rPr>
        <w:t>øteansvarlig</w:t>
      </w:r>
      <w:proofErr w:type="spellEnd"/>
      <w:r w:rsidR="00EE1791" w:rsidRPr="00EE1791">
        <w:rPr>
          <w:rFonts w:ascii="Kristen ITC" w:hAnsi="Kristen ITC"/>
          <w:b/>
          <w:color w:val="0070C0"/>
          <w:sz w:val="52"/>
        </w:rPr>
        <w:t>)</w:t>
      </w:r>
    </w:p>
    <w:p w14:paraId="754B582B" w14:textId="4A9B38B5" w:rsidR="007A6020" w:rsidRPr="003320A0" w:rsidRDefault="007A6020" w:rsidP="003320A0">
      <w:pPr>
        <w:pStyle w:val="Title"/>
        <w:pBdr>
          <w:bottom w:val="single" w:sz="12" w:space="31" w:color="39A5B7" w:themeColor="accent1"/>
        </w:pBdr>
        <w:rPr>
          <w:rFonts w:ascii="Kristen ITC" w:hAnsi="Kristen ITC"/>
          <w:b/>
          <w:color w:val="0070C0"/>
          <w:sz w:val="72"/>
        </w:rPr>
      </w:pPr>
      <w:bookmarkStart w:id="0" w:name="_GoBack"/>
      <w:bookmarkEnd w:id="0"/>
    </w:p>
    <w:p w14:paraId="668253A5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30CFBBAE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2C5FDAC7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7458D297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0E93E3F1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5A9C5C68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3B91E30A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66BFC7A1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665A52E3" w14:textId="77777777" w:rsidR="00EE1791" w:rsidRDefault="00EE1791" w:rsidP="003320A0">
      <w:pPr>
        <w:pStyle w:val="Title"/>
        <w:pBdr>
          <w:bottom w:val="single" w:sz="12" w:space="31" w:color="39A5B7" w:themeColor="accent1"/>
        </w:pBdr>
      </w:pPr>
    </w:p>
    <w:p w14:paraId="322AC1C8" w14:textId="77777777" w:rsidR="000601B6" w:rsidRPr="00302A2C" w:rsidRDefault="000601B6" w:rsidP="003320A0">
      <w:pPr>
        <w:pStyle w:val="Title"/>
        <w:pBdr>
          <w:bottom w:val="single" w:sz="12" w:space="31" w:color="39A5B7" w:themeColor="accent1"/>
        </w:pBdr>
      </w:pPr>
    </w:p>
    <w:sectPr w:rsidR="000601B6" w:rsidRPr="00302A2C" w:rsidSect="00673C35">
      <w:footerReference w:type="default" r:id="rId8"/>
      <w:pgSz w:w="12240" w:h="15840"/>
      <w:pgMar w:top="1008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7E967" w14:textId="77777777" w:rsidR="009116BF" w:rsidRDefault="009116BF">
      <w:pPr>
        <w:spacing w:after="0"/>
      </w:pPr>
      <w:r>
        <w:separator/>
      </w:r>
    </w:p>
  </w:endnote>
  <w:endnote w:type="continuationSeparator" w:id="0">
    <w:p w14:paraId="4AD20C61" w14:textId="77777777" w:rsidR="009116BF" w:rsidRDefault="00911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AEAF1" w14:textId="77777777" w:rsidR="00050C8B" w:rsidRDefault="000D5AB1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B688E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3FA10" w14:textId="77777777" w:rsidR="009116BF" w:rsidRDefault="009116BF">
      <w:pPr>
        <w:spacing w:after="0"/>
      </w:pPr>
      <w:r>
        <w:separator/>
      </w:r>
    </w:p>
  </w:footnote>
  <w:footnote w:type="continuationSeparator" w:id="0">
    <w:p w14:paraId="0D3D21D7" w14:textId="77777777" w:rsidR="009116BF" w:rsidRDefault="009116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A021A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58F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B68D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08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84D1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2258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A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322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42FF88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3435DE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EDD4302"/>
    <w:multiLevelType w:val="hybridMultilevel"/>
    <w:tmpl w:val="ACDE60F0"/>
    <w:lvl w:ilvl="0" w:tplc="7494CF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AEB7C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9A2214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E160C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1AC2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6CB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F481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AA56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36AF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56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C327AA5"/>
    <w:multiLevelType w:val="hybridMultilevel"/>
    <w:tmpl w:val="C9C2CBA0"/>
    <w:lvl w:ilvl="0" w:tplc="68BA2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DC93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CCC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E4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9EB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817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A06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287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E01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C52B42"/>
    <w:multiLevelType w:val="multilevel"/>
    <w:tmpl w:val="3810148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7C3B4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9"/>
  </w:num>
  <w:num w:numId="3">
    <w:abstractNumId w:val="8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5"/>
  </w:num>
  <w:num w:numId="15">
    <w:abstractNumId w:val="14"/>
  </w:num>
  <w:num w:numId="16">
    <w:abstractNumId w:val="10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373"/>
    <w:rsid w:val="000601B6"/>
    <w:rsid w:val="000D5AB1"/>
    <w:rsid w:val="001709B6"/>
    <w:rsid w:val="00190757"/>
    <w:rsid w:val="001C650E"/>
    <w:rsid w:val="001F5081"/>
    <w:rsid w:val="002045EB"/>
    <w:rsid w:val="00293B83"/>
    <w:rsid w:val="002B688E"/>
    <w:rsid w:val="002E1B87"/>
    <w:rsid w:val="00302A2C"/>
    <w:rsid w:val="00304961"/>
    <w:rsid w:val="00312930"/>
    <w:rsid w:val="003320A0"/>
    <w:rsid w:val="00381669"/>
    <w:rsid w:val="0039376D"/>
    <w:rsid w:val="004A004E"/>
    <w:rsid w:val="004B1BE6"/>
    <w:rsid w:val="0052105A"/>
    <w:rsid w:val="0053065B"/>
    <w:rsid w:val="0055799C"/>
    <w:rsid w:val="005B4D8F"/>
    <w:rsid w:val="005E1FEF"/>
    <w:rsid w:val="006236C7"/>
    <w:rsid w:val="00673C35"/>
    <w:rsid w:val="00680CAC"/>
    <w:rsid w:val="00684697"/>
    <w:rsid w:val="006A3CE7"/>
    <w:rsid w:val="006D13E2"/>
    <w:rsid w:val="006E1114"/>
    <w:rsid w:val="006F65C3"/>
    <w:rsid w:val="007241F4"/>
    <w:rsid w:val="00734439"/>
    <w:rsid w:val="00735445"/>
    <w:rsid w:val="0076387D"/>
    <w:rsid w:val="007A6020"/>
    <w:rsid w:val="00854F00"/>
    <w:rsid w:val="008835B7"/>
    <w:rsid w:val="008F1090"/>
    <w:rsid w:val="008F15C5"/>
    <w:rsid w:val="009116BF"/>
    <w:rsid w:val="009176B2"/>
    <w:rsid w:val="00963252"/>
    <w:rsid w:val="00965D17"/>
    <w:rsid w:val="009670B7"/>
    <w:rsid w:val="009C4C17"/>
    <w:rsid w:val="00A27383"/>
    <w:rsid w:val="00A736B0"/>
    <w:rsid w:val="00B33109"/>
    <w:rsid w:val="00B43055"/>
    <w:rsid w:val="00B80373"/>
    <w:rsid w:val="00C14F51"/>
    <w:rsid w:val="00C83E3C"/>
    <w:rsid w:val="00CC2176"/>
    <w:rsid w:val="00D00D1A"/>
    <w:rsid w:val="00D02A74"/>
    <w:rsid w:val="00D350C9"/>
    <w:rsid w:val="00D36E35"/>
    <w:rsid w:val="00D905F1"/>
    <w:rsid w:val="00D94B96"/>
    <w:rsid w:val="00DF56DD"/>
    <w:rsid w:val="00E339C4"/>
    <w:rsid w:val="00E84A7A"/>
    <w:rsid w:val="00E96604"/>
    <w:rsid w:val="00EE1791"/>
    <w:rsid w:val="00FB753F"/>
    <w:rsid w:val="00FC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B2707A"/>
  <w15:chartTrackingRefBased/>
  <w15:docId w15:val="{91C0AC6E-E603-47E2-900B-13529E25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383"/>
  </w:style>
  <w:style w:type="paragraph" w:styleId="Heading1">
    <w:name w:val="heading 1"/>
    <w:basedOn w:val="Normal"/>
    <w:link w:val="Heading1Char"/>
    <w:uiPriority w:val="9"/>
    <w:qFormat/>
    <w:rsid w:val="0076387D"/>
    <w:pPr>
      <w:keepNext/>
      <w:keepLines/>
      <w:spacing w:before="40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8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87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73C35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673C35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673C35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673C35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965D17"/>
    <w:pPr>
      <w:spacing w:line="336" w:lineRule="auto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D5AB1"/>
    <w:pPr>
      <w:spacing w:after="0"/>
      <w:jc w:val="right"/>
    </w:pPr>
    <w:rPr>
      <w:rFonts w:eastAsiaTheme="minorEastAsia"/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0D5AB1"/>
    <w:rPr>
      <w:rFonts w:eastAsiaTheme="minorEastAsia"/>
      <w:color w:val="2A7B88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965D17"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965D17"/>
    <w:rPr>
      <w:b/>
      <w:bCs/>
      <w:color w:val="0D0D0D" w:themeColor="text1" w:themeTint="F2"/>
      <w:sz w:val="18"/>
      <w:szCs w:val="1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965D17"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965D17"/>
    <w:rPr>
      <w:b/>
      <w:bCs/>
      <w:color w:val="0D0D0D" w:themeColor="text1" w:themeTint="F2"/>
      <w:sz w:val="18"/>
      <w:szCs w:val="18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965D17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965D17"/>
    <w:rPr>
      <w:b/>
      <w:bCs/>
      <w:color w:val="0D0D0D" w:themeColor="text1" w:themeTint="F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AB1"/>
    <w:pPr>
      <w:spacing w:after="0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0D5AB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65D17"/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0D5AB1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styleId="PlaceholderText">
    <w:name w:val="Placeholder Text"/>
    <w:basedOn w:val="DefaultParagraphFont"/>
    <w:uiPriority w:val="99"/>
    <w:semiHidden/>
    <w:rsid w:val="00DF56DD"/>
    <w:rPr>
      <w:color w:val="3A3836" w:themeColor="background2" w:themeShade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D5AB1"/>
    <w:rPr>
      <w:rFonts w:eastAsiaTheme="minorEastAsia"/>
      <w:color w:val="5A5A5A" w:themeColor="text1" w:themeTint="A5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F56DD"/>
    <w:pPr>
      <w:pBdr>
        <w:top w:val="single" w:sz="4" w:space="10" w:color="39A5B7" w:themeColor="accent1"/>
        <w:bottom w:val="single" w:sz="4" w:space="10" w:color="39A5B7" w:themeColor="accent1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F56DD"/>
    <w:rPr>
      <w:i/>
      <w:iCs/>
      <w:color w:val="2A7B88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F56DD"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F56DD"/>
    <w:rPr>
      <w:b/>
      <w:bCs/>
      <w:smallCaps/>
      <w:color w:val="2A7B88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DF56DD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rFonts w:eastAsiaTheme="minorEastAsia"/>
      <w:i/>
      <w:iCs/>
      <w:color w:val="2A7B88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DF56DD"/>
    <w:rPr>
      <w:color w:val="2A7B88" w:themeColor="accent1" w:themeShade="BF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F56DD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56DD"/>
    <w:rPr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F56D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F56DD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736B0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56DD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56DD"/>
    <w:rPr>
      <w:rFonts w:ascii="Segoe UI" w:hAnsi="Segoe UI" w:cs="Segoe UI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F56DD"/>
    <w:rPr>
      <w:color w:val="7B4968" w:themeColor="accent5" w:themeShade="B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6DD"/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36B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36B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36B0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6B0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6B0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6B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6B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6B0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36B0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A736B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36B0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36B0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36B0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A736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736B0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736B0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36B0"/>
    <w:rPr>
      <w:rFonts w:ascii="Consolas" w:hAnsi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7031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223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313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181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7586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220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848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2537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30398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31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312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24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3939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599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170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723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883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4462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9914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161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1204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773">
          <w:marLeft w:val="126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013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573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5110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rik.nielsen\AppData\Roaming\Microsoft\Templates\Cover%20letter%20(blue).dotx" TargetMode="External"/></Relationship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3125-5272-4C80-BFC1-D2A48EEE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(blue)</Template>
  <TotalTime>0</TotalTime>
  <Pages>3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Nielsen, Eirik</dc:creator>
  <cp:keywords/>
  <dc:description/>
  <cp:lastModifiedBy>Nielsen, Eirik</cp:lastModifiedBy>
  <cp:revision>2</cp:revision>
  <dcterms:created xsi:type="dcterms:W3CDTF">2019-07-11T10:52:00Z</dcterms:created>
  <dcterms:modified xsi:type="dcterms:W3CDTF">2019-07-11T10:52:00Z</dcterms:modified>
</cp:coreProperties>
</file>